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20193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0193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5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" filled="f" strokecolor="#76923c [2406]" strokeweight="1pt"/>
            </w:pict>
          </mc:Fallback>
        </mc:AlternateContent>
      </w:r>
      <w:r w:rsidR="00687DE3" w:rsidRPr="000E4464">
        <w:rPr>
          <w:rFonts w:ascii="Arial" w:hAnsi="Arial" w:cs="Arial"/>
          <w:b/>
          <w:color w:val="76923C" w:themeColor="accent3" w:themeShade="BF"/>
          <w:sz w:val="28"/>
          <w:szCs w:val="28"/>
        </w:rPr>
        <w:t>JEU</w:t>
      </w:r>
      <w:r w:rsidR="00A5666F">
        <w:rPr>
          <w:rFonts w:ascii="Arial" w:hAnsi="Arial" w:cs="Arial"/>
          <w:b/>
          <w:color w:val="76923C" w:themeColor="accent3" w:themeShade="BF"/>
          <w:sz w:val="28"/>
          <w:szCs w:val="28"/>
        </w:rPr>
        <w:t>X SPORTIFS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A5666F">
        <w:rPr>
          <w:rFonts w:ascii="Arial" w:hAnsi="Arial" w:cs="Arial"/>
        </w:rPr>
        <w:t xml:space="preserve"> </w:t>
      </w:r>
      <w:r w:rsidR="00A5666F"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A5666F" w:rsidRDefault="00A5666F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"jeux sportifs"</w:t>
      </w:r>
    </w:p>
    <w:p w:rsidR="00A5666F" w:rsidRDefault="00A5666F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Table</w:t>
      </w:r>
    </w:p>
    <w:p w:rsidR="00A5666F" w:rsidRDefault="00A5666F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Chaises</w:t>
      </w:r>
    </w:p>
    <w:p w:rsidR="00A5666F" w:rsidRDefault="00A5666F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Feuilles (A4)</w:t>
      </w:r>
    </w:p>
    <w:p w:rsidR="00A5666F" w:rsidRDefault="00A5666F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Crayons de couleurs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668FB" w:rsidRDefault="007469ED" w:rsidP="001668FB">
      <w:pPr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Faire deviner par le mime des jeux sportifs en tamoul</w:t>
      </w:r>
      <w:r w:rsidR="00A5666F">
        <w:rPr>
          <w:rFonts w:ascii="Arial" w:hAnsi="Arial" w:cs="Arial"/>
          <w:b/>
        </w:rPr>
        <w:t xml:space="preserve">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A5666F" w:rsidRDefault="000E4464" w:rsidP="000E4464">
      <w:pPr>
        <w:pStyle w:val="Paragraphedeliste"/>
        <w:rPr>
          <w:rFonts w:ascii="Arial" w:hAnsi="Arial" w:cs="Arial"/>
          <w:b/>
        </w:rPr>
      </w:pPr>
    </w:p>
    <w:p w:rsidR="00837771" w:rsidRDefault="007469ED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Apprendre les noms de ces sports en tamoul</w:t>
      </w:r>
      <w:r w:rsidR="00A5666F">
        <w:rPr>
          <w:rFonts w:ascii="Arial" w:hAnsi="Arial" w:cs="Arial"/>
          <w:b/>
        </w:rPr>
        <w:t>.</w:t>
      </w:r>
    </w:p>
    <w:p w:rsidR="00A5666F" w:rsidRDefault="00A5666F" w:rsidP="00A5666F">
      <w:pPr>
        <w:pStyle w:val="Paragraphedeliste"/>
        <w:rPr>
          <w:rFonts w:ascii="Arial" w:hAnsi="Arial" w:cs="Arial"/>
          <w:b/>
        </w:rPr>
      </w:pPr>
    </w:p>
    <w:p w:rsidR="00A5666F" w:rsidRDefault="007469ED" w:rsidP="00A5666F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tour de rôle, les élèves tirent au sort un jeu sportif et le </w:t>
      </w:r>
      <w:r w:rsidR="00293AB6">
        <w:rPr>
          <w:rFonts w:ascii="Arial" w:hAnsi="Arial" w:cs="Arial"/>
          <w:b/>
        </w:rPr>
        <w:t>mime</w:t>
      </w:r>
      <w:r>
        <w:rPr>
          <w:rFonts w:ascii="Arial" w:hAnsi="Arial" w:cs="Arial"/>
          <w:b/>
        </w:rPr>
        <w:t>nt</w:t>
      </w:r>
      <w:r w:rsidR="00A5666F">
        <w:rPr>
          <w:rFonts w:ascii="Arial" w:hAnsi="Arial" w:cs="Arial"/>
          <w:b/>
        </w:rPr>
        <w:t xml:space="preserve"> </w:t>
      </w:r>
      <w:r w:rsidR="00293AB6">
        <w:rPr>
          <w:rFonts w:ascii="Arial" w:hAnsi="Arial" w:cs="Arial"/>
          <w:b/>
        </w:rPr>
        <w:t xml:space="preserve">à </w:t>
      </w:r>
      <w:r w:rsidR="00A5666F">
        <w:rPr>
          <w:rFonts w:ascii="Arial" w:hAnsi="Arial" w:cs="Arial"/>
          <w:b/>
        </w:rPr>
        <w:t xml:space="preserve">leurs camarades. </w:t>
      </w:r>
      <w:r>
        <w:rPr>
          <w:rFonts w:ascii="Arial" w:hAnsi="Arial" w:cs="Arial"/>
          <w:b/>
        </w:rPr>
        <w:t>Lorsqu'un élève trouve le nom du jeu, il gagne 1 point.</w:t>
      </w:r>
    </w:p>
    <w:p w:rsidR="00A5666F" w:rsidRDefault="00A5666F" w:rsidP="00A5666F">
      <w:pPr>
        <w:pStyle w:val="Paragraphedeliste"/>
        <w:rPr>
          <w:rFonts w:ascii="Arial" w:hAnsi="Arial" w:cs="Arial"/>
          <w:b/>
        </w:rPr>
      </w:pPr>
    </w:p>
    <w:p w:rsidR="00A5666F" w:rsidRDefault="007469ED" w:rsidP="00A5666F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L'élève qui a gagné est celui qui a remporté le plus de points.</w:t>
      </w:r>
    </w:p>
    <w:p w:rsidR="00A5666F" w:rsidRDefault="00A5666F" w:rsidP="00A5666F">
      <w:pPr>
        <w:pStyle w:val="Paragraphedeliste"/>
        <w:rPr>
          <w:rFonts w:ascii="Arial" w:hAnsi="Arial" w:cs="Arial"/>
          <w:b/>
        </w:rPr>
      </w:pPr>
    </w:p>
    <w:p w:rsidR="00A5666F" w:rsidRPr="007469ED" w:rsidRDefault="007469ED" w:rsidP="007469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Activité complémentaire possible : </w:t>
      </w:r>
      <w:r w:rsidR="00A5666F" w:rsidRPr="007469ED">
        <w:rPr>
          <w:rFonts w:ascii="Arial" w:hAnsi="Arial" w:cs="Arial"/>
          <w:b/>
        </w:rPr>
        <w:t>Distribuer des feuilles et des crayons aux élèves et leur faire dessiner u</w:t>
      </w:r>
      <w:r>
        <w:rPr>
          <w:rFonts w:ascii="Arial" w:hAnsi="Arial" w:cs="Arial"/>
          <w:b/>
        </w:rPr>
        <w:t>ne situation sportive vécue.</w:t>
      </w:r>
      <w:bookmarkStart w:id="0" w:name="_GoBack"/>
      <w:bookmarkEnd w:id="0"/>
    </w:p>
    <w:sectPr w:rsidR="00A5666F" w:rsidRPr="007469ED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668FB"/>
    <w:rsid w:val="00177EC9"/>
    <w:rsid w:val="001A4A00"/>
    <w:rsid w:val="00293AB6"/>
    <w:rsid w:val="003F707B"/>
    <w:rsid w:val="004163C9"/>
    <w:rsid w:val="004A3EDD"/>
    <w:rsid w:val="004B3F3D"/>
    <w:rsid w:val="00507F03"/>
    <w:rsid w:val="00687DE3"/>
    <w:rsid w:val="007469ED"/>
    <w:rsid w:val="007D5C21"/>
    <w:rsid w:val="00837771"/>
    <w:rsid w:val="009E25AF"/>
    <w:rsid w:val="00A5666F"/>
    <w:rsid w:val="00B431DF"/>
    <w:rsid w:val="00C113DD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F8E46E43.dotm</Template>
  <TotalTime>4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2019-07-22T16:12:00Z</dcterms:created>
  <dcterms:modified xsi:type="dcterms:W3CDTF">2019-07-29T08:20:00Z</dcterms:modified>
</cp:coreProperties>
</file>